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60" w:rsidRDefault="00353060" w:rsidP="005F6DAD">
      <w:pPr>
        <w:pStyle w:val="Header"/>
        <w:jc w:val="right"/>
      </w:pPr>
      <w:r>
        <w:t>Załącznik nr 3 do SIWZ</w:t>
      </w:r>
    </w:p>
    <w:p w:rsidR="00353060" w:rsidRPr="005F6DAD" w:rsidRDefault="00353060" w:rsidP="005F6DA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hAnsi="Times New Roman" w:cs="Times New Roman"/>
          <w:sz w:val="28"/>
          <w:szCs w:val="28"/>
          <w:lang w:eastAsia="pl-PL"/>
        </w:rPr>
        <w:t xml:space="preserve">...................................                                                    </w:t>
      </w:r>
    </w:p>
    <w:p w:rsidR="00353060" w:rsidRPr="005F6DAD" w:rsidRDefault="00353060" w:rsidP="005F6DA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hAnsi="Times New Roman" w:cs="Times New Roman"/>
          <w:sz w:val="24"/>
          <w:szCs w:val="24"/>
          <w:lang w:eastAsia="pl-PL"/>
        </w:rPr>
        <w:t>(pieczęć wykonawcy)</w:t>
      </w:r>
    </w:p>
    <w:p w:rsidR="00353060" w:rsidRPr="005F6DAD" w:rsidRDefault="00353060" w:rsidP="005F6DA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53060" w:rsidRPr="005F6DAD" w:rsidRDefault="00353060" w:rsidP="005F6DA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53060" w:rsidRPr="005F6DAD" w:rsidRDefault="00353060" w:rsidP="005F6DA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5F6DAD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Oświadczenie</w:t>
      </w:r>
    </w:p>
    <w:p w:rsidR="00353060" w:rsidRPr="005F6DAD" w:rsidRDefault="00353060" w:rsidP="005F6D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5F6DA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o braku podstaw do wykluczenia</w:t>
      </w:r>
    </w:p>
    <w:p w:rsidR="00353060" w:rsidRPr="005F6DAD" w:rsidRDefault="00353060" w:rsidP="005F6DA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53060" w:rsidRPr="005F6DAD" w:rsidRDefault="00353060" w:rsidP="005F6D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hAnsi="Times New Roman" w:cs="Times New Roman"/>
          <w:sz w:val="24"/>
          <w:szCs w:val="24"/>
          <w:lang w:eastAsia="pl-PL"/>
        </w:rPr>
        <w:t xml:space="preserve">Przystępując do postępowania w sprawie udzielenia zamówienia publicznego </w:t>
      </w:r>
      <w:r w:rsidRPr="005F6DA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prze</w:t>
      </w:r>
      <w:r w:rsidRPr="005F6DA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budowę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ścieżek pieszo-rowerowych na terenie gminy Długosiodło</w:t>
      </w:r>
      <w:r w:rsidRPr="005F6DA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5F6DAD">
        <w:rPr>
          <w:rFonts w:ascii="Times New Roman" w:hAnsi="Times New Roman" w:cs="Times New Roman"/>
          <w:sz w:val="24"/>
          <w:szCs w:val="24"/>
          <w:lang w:eastAsia="pl-PL"/>
        </w:rPr>
        <w:t xml:space="preserve"> ja niżej podpisany, reprezentując podmiot, którego nazwa jest wskazana w części nagłówkowej, jako upoważniony na piśmie lub wpisany w odpowiednich dokumentach rejestrowych, w imieniu reprezentowanego przeze mnie podmiotu oświadczam, że brak jest podstaw do wykluczenia mnie z postępowania o udzielenie zamówienia z powodu niespełniania warunków, o których mowa w art. 24 ust. 1 ustawy Prawo zamówień publicznych.</w:t>
      </w:r>
    </w:p>
    <w:p w:rsidR="00353060" w:rsidRPr="005F6DAD" w:rsidRDefault="00353060" w:rsidP="005F6DA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53060" w:rsidRPr="005F6DAD" w:rsidRDefault="00353060" w:rsidP="005F6DA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hAnsi="Times New Roman" w:cs="Times New Roman"/>
          <w:sz w:val="24"/>
          <w:szCs w:val="24"/>
          <w:lang w:eastAsia="pl-PL"/>
        </w:rPr>
        <w:t>Prawdziwość powyższych danych potwierdzam własnoręcznym podpisem, świadom odpowiedzialności karnej z art. 233 § 1 k.k.</w:t>
      </w:r>
    </w:p>
    <w:p w:rsidR="00353060" w:rsidRPr="005F6DAD" w:rsidRDefault="00353060" w:rsidP="005F6DA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53060" w:rsidRPr="005F6DAD" w:rsidRDefault="00353060" w:rsidP="005F6DA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53060" w:rsidRPr="005F6DAD" w:rsidRDefault="00353060" w:rsidP="005F6DA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53060" w:rsidRPr="005F6DAD" w:rsidRDefault="00353060" w:rsidP="005F6DA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hAnsi="Times New Roman" w:cs="Times New Roman"/>
          <w:sz w:val="24"/>
          <w:szCs w:val="24"/>
          <w:lang w:eastAsia="pl-PL"/>
        </w:rPr>
        <w:t>..........................., data..............                                    ........................................................</w:t>
      </w:r>
    </w:p>
    <w:p w:rsidR="00353060" w:rsidRPr="005F6DAD" w:rsidRDefault="00353060" w:rsidP="005F6DA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  <w:r w:rsidRPr="005F6DAD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(podpis wykonawcy lub osoby upoważnionej do</w:t>
      </w:r>
    </w:p>
    <w:p w:rsidR="00353060" w:rsidRPr="005F6DAD" w:rsidRDefault="00353060" w:rsidP="005F6DA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  <w:r w:rsidRPr="005F6DAD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składania oświadczeń woli w jego imieniu)</w:t>
      </w:r>
    </w:p>
    <w:p w:rsidR="00353060" w:rsidRPr="005F6DAD" w:rsidRDefault="00353060" w:rsidP="005F6DA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53060" w:rsidRPr="005F6DAD" w:rsidRDefault="00353060" w:rsidP="005F6DA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53060" w:rsidRDefault="00353060"/>
    <w:sectPr w:rsidR="00353060" w:rsidSect="009D2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DAD"/>
    <w:rsid w:val="00353060"/>
    <w:rsid w:val="005F6DAD"/>
    <w:rsid w:val="007D28D6"/>
    <w:rsid w:val="009C3A86"/>
    <w:rsid w:val="009D2CB0"/>
    <w:rsid w:val="00E07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CB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6D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F6DAD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155</Words>
  <Characters>931</Characters>
  <Application>Microsoft Office Outlook</Application>
  <DocSecurity>0</DocSecurity>
  <Lines>0</Lines>
  <Paragraphs>0</Paragraphs>
  <ScaleCrop>false</ScaleCrop>
  <Company>Urząd Gminy Długosiodło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</dc:creator>
  <cp:keywords/>
  <dc:description/>
  <cp:lastModifiedBy>Tomasz Orłowski</cp:lastModifiedBy>
  <cp:revision>2</cp:revision>
  <dcterms:created xsi:type="dcterms:W3CDTF">2014-06-22T15:15:00Z</dcterms:created>
  <dcterms:modified xsi:type="dcterms:W3CDTF">2014-08-05T05:37:00Z</dcterms:modified>
</cp:coreProperties>
</file>